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CE52E3" w:rsidP="00360762">
      <w:pPr>
        <w:pStyle w:val="BodyText"/>
        <w:tabs>
          <w:tab w:val="left" w:pos="2835"/>
        </w:tabs>
      </w:pPr>
      <w:r>
        <w:t>PAP</w:t>
      </w:r>
      <w:r w:rsidRPr="00360762">
        <w:t>2</w:t>
      </w:r>
      <w:r w:rsidR="00360762" w:rsidRPr="00360762">
        <w:t>5</w:t>
      </w:r>
      <w:r w:rsidR="0092692B">
        <w:tab/>
      </w:r>
      <w:r w:rsidR="001C44A3">
        <w:t xml:space="preserve">Input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:rsidR="00A446C9" w:rsidRDefault="00A446C9" w:rsidP="00360762">
      <w:pPr>
        <w:pStyle w:val="BodyText"/>
        <w:tabs>
          <w:tab w:val="left" w:pos="2835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  <w:bookmarkStart w:id="0" w:name="_GoBack"/>
      <w:bookmarkEnd w:id="0"/>
    </w:p>
    <w:p w:rsidR="00362CD9" w:rsidRDefault="00362CD9" w:rsidP="00360762">
      <w:pPr>
        <w:pStyle w:val="BodyText"/>
        <w:tabs>
          <w:tab w:val="left" w:pos="2835"/>
        </w:tabs>
      </w:pPr>
      <w:r>
        <w:t>Author(s)</w:t>
      </w:r>
      <w:r w:rsidR="00360762">
        <w:t xml:space="preserve"> / Submitter(s</w:t>
      </w:r>
      <w:proofErr w:type="gramStart"/>
      <w:r w:rsidR="00360762">
        <w:t>)</w:t>
      </w:r>
      <w:r>
        <w:tab/>
      </w:r>
      <w:r w:rsidRPr="00362CD9">
        <w:rPr>
          <w:highlight w:val="yellow"/>
        </w:rPr>
        <w:t>?</w:t>
      </w:r>
      <w:proofErr w:type="gramEnd"/>
      <w:r w:rsidRPr="00362CD9">
        <w:rPr>
          <w:highlight w:val="yellow"/>
        </w:rPr>
        <w:t>?</w:t>
      </w:r>
    </w:p>
    <w:p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BD4E6F" w:rsidP="00B56BDF">
      <w:pPr>
        <w:pStyle w:val="BodyText"/>
      </w:pPr>
      <w:r>
        <w:t>Give a brief description of the content of the paper.</w:t>
      </w:r>
    </w:p>
    <w:p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</w:t>
      </w:r>
      <w:r w:rsidR="00CE52E3">
        <w:rPr>
          <w:lang w:eastAsia="de-DE"/>
        </w:rPr>
        <w:t>PAP</w:t>
      </w:r>
      <w:r>
        <w:rPr>
          <w:lang w:eastAsia="de-DE"/>
        </w:rPr>
        <w:t xml:space="preserve"> members who are creating input documents for a </w:t>
      </w:r>
      <w:r w:rsidR="00CE52E3">
        <w:rPr>
          <w:lang w:eastAsia="de-DE"/>
        </w:rPr>
        <w:t>PAP</w:t>
      </w:r>
      <w:r>
        <w:rPr>
          <w:lang w:eastAsia="de-DE"/>
        </w:rPr>
        <w:t xml:space="preserve">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</w:t>
      </w:r>
      <w:r w:rsidR="00CE52E3">
        <w:rPr>
          <w:lang w:eastAsia="de-DE"/>
        </w:rPr>
        <w:t>PAP</w:t>
      </w:r>
      <w:r w:rsidR="00F159EB">
        <w:rPr>
          <w:lang w:eastAsia="de-DE"/>
        </w:rPr>
        <w:t xml:space="preserve">. </w:t>
      </w:r>
      <w:r>
        <w:t xml:space="preserve"> (Body Text</w:t>
      </w:r>
      <w:r w:rsidR="00A0389B">
        <w:t xml:space="preserve"> style</w:t>
      </w:r>
      <w:r>
        <w:t>)</w:t>
      </w:r>
    </w:p>
    <w:p w:rsidR="008C6B7A" w:rsidRDefault="008C6B7A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BD4E6F" w:rsidP="00E55927">
      <w:pPr>
        <w:pStyle w:val="BodyText"/>
      </w:pPr>
      <w:r>
        <w:t xml:space="preserve">What do you expect the </w:t>
      </w:r>
      <w:r w:rsidR="00CE52E3">
        <w:t>PAP</w:t>
      </w:r>
      <w:r>
        <w:t xml:space="preserve"> to do as a result of the input of the document</w:t>
      </w:r>
      <w:r w:rsidR="00E10F37">
        <w:t xml:space="preserve"> or is it an information paper</w:t>
      </w:r>
      <w:r>
        <w:t>?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E55927" w:rsidP="00E55927">
      <w:pPr>
        <w:pStyle w:val="BodyText"/>
      </w:pPr>
      <w:r>
        <w:t>Body text.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F25BF4" w:rsidP="00A446C9">
      <w:pPr>
        <w:pStyle w:val="BodyText"/>
      </w:pPr>
      <w:r>
        <w:t>Develop as required.  (Body Text)</w:t>
      </w:r>
    </w:p>
    <w:p w:rsidR="00F25BF4" w:rsidRDefault="00F25BF4" w:rsidP="00F25BF4">
      <w:pPr>
        <w:pStyle w:val="Heading2"/>
      </w:pPr>
      <w:r>
        <w:t>Styles available (Heading 2)</w:t>
      </w:r>
    </w:p>
    <w:p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:rsidR="00F25BF4" w:rsidRDefault="00F25BF4" w:rsidP="00F25BF4">
      <w:pPr>
        <w:pStyle w:val="equation"/>
        <w:ind w:left="6804" w:hanging="567"/>
      </w:pPr>
      <w:r>
        <w:t>please add title</w:t>
      </w:r>
    </w:p>
    <w:p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:rsidR="00783FEA" w:rsidRDefault="001C70D1" w:rsidP="00783FEA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F4" w:rsidRDefault="00F25BF4" w:rsidP="00F25BF4">
      <w:pPr>
        <w:pStyle w:val="Figure"/>
      </w:pPr>
      <w:r>
        <w:t>Please add title</w:t>
      </w:r>
    </w:p>
    <w:p w:rsidR="00F25BF4" w:rsidRDefault="00783FEA" w:rsidP="00783FEA">
      <w:pPr>
        <w:pStyle w:val="List1"/>
      </w:pPr>
      <w:r>
        <w:br w:type="page"/>
      </w:r>
      <w:r w:rsidR="00F25BF4">
        <w:lastRenderedPageBreak/>
        <w:t>tables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</w:tbl>
    <w:p w:rsidR="00F25BF4" w:rsidRDefault="00F25BF4" w:rsidP="00180DDA">
      <w:pPr>
        <w:pStyle w:val="List1"/>
        <w:numPr>
          <w:ilvl w:val="0"/>
          <w:numId w:val="0"/>
        </w:numPr>
      </w:pPr>
    </w:p>
    <w:p w:rsidR="001C44A3" w:rsidRDefault="001C44A3" w:rsidP="00F25BF4">
      <w:pPr>
        <w:pStyle w:val="Heading3"/>
      </w:pPr>
      <w:r>
        <w:t>Other styles available are:</w:t>
      </w:r>
    </w:p>
    <w:p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:rsidR="003D69D0" w:rsidRPr="003D69D0" w:rsidRDefault="003D69D0" w:rsidP="003D69D0">
      <w:pPr>
        <w:pStyle w:val="BodyTextIndent2"/>
      </w:pPr>
      <w:r>
        <w:t>Body text indent 2</w:t>
      </w:r>
    </w:p>
    <w:p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:rsidR="001C44A3" w:rsidRDefault="001C44A3" w:rsidP="001C44A3">
      <w:pPr>
        <w:pStyle w:val="Bullet2"/>
      </w:pPr>
      <w:r>
        <w:t>Bullet 2</w:t>
      </w:r>
    </w:p>
    <w:p w:rsidR="001C44A3" w:rsidRDefault="001C44A3" w:rsidP="001C44A3">
      <w:pPr>
        <w:pStyle w:val="Bullet2text"/>
      </w:pPr>
      <w:r>
        <w:t>Bullet 2 text</w:t>
      </w:r>
    </w:p>
    <w:p w:rsidR="001C44A3" w:rsidRPr="00CF1871" w:rsidRDefault="001C44A3" w:rsidP="00CF1871">
      <w:pPr>
        <w:pStyle w:val="Bullet3"/>
      </w:pPr>
      <w:r w:rsidRPr="00CF1871">
        <w:t>Bullet 3</w:t>
      </w:r>
    </w:p>
    <w:p w:rsidR="001C44A3" w:rsidRDefault="001C44A3" w:rsidP="001C44A3">
      <w:pPr>
        <w:pStyle w:val="Bullet3text"/>
      </w:pPr>
      <w:r>
        <w:t>Bullet 3 text</w:t>
      </w:r>
    </w:p>
    <w:p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:rsidR="00362CD9" w:rsidRDefault="00783FEA" w:rsidP="00362CD9">
      <w:pPr>
        <w:pStyle w:val="List1text"/>
      </w:pPr>
      <w:r>
        <w:t xml:space="preserve">This list can be restarted at 1 or set to another number by </w:t>
      </w:r>
      <w:proofErr w:type="gramStart"/>
      <w:r>
        <w:t>right-clicking</w:t>
      </w:r>
      <w:proofErr w:type="gramEnd"/>
      <w:r>
        <w:t xml:space="preserve"> on the text of the first list item. (</w:t>
      </w:r>
      <w:r w:rsidR="00362CD9">
        <w:t>List 1 text</w:t>
      </w:r>
      <w:r>
        <w:t>)</w:t>
      </w:r>
    </w:p>
    <w:p w:rsidR="00362CD9" w:rsidRDefault="00362CD9" w:rsidP="00362CD9">
      <w:pPr>
        <w:pStyle w:val="List1indent1"/>
      </w:pPr>
      <w:r>
        <w:t>List 1 indent 1</w:t>
      </w:r>
    </w:p>
    <w:p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:rsidR="00362CD9" w:rsidRDefault="00362CD9" w:rsidP="00362CD9">
      <w:pPr>
        <w:pStyle w:val="List1indent2"/>
      </w:pPr>
      <w:r>
        <w:t>List 1 indent 2</w:t>
      </w:r>
    </w:p>
    <w:p w:rsidR="00362CD9" w:rsidRPr="001C44A3" w:rsidRDefault="00362CD9" w:rsidP="00362CD9">
      <w:pPr>
        <w:pStyle w:val="List1indent2text"/>
      </w:pPr>
      <w:r>
        <w:t>List 1 indent 2 text</w:t>
      </w:r>
    </w:p>
    <w:p w:rsidR="00F25BF4" w:rsidRDefault="00F25BF4" w:rsidP="00F25BF4">
      <w:pPr>
        <w:pStyle w:val="Heading3"/>
      </w:pPr>
      <w:r>
        <w:t>Heading levels (Heading 3)</w:t>
      </w:r>
    </w:p>
    <w:p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:rsidR="00180DDA" w:rsidRDefault="00180DDA" w:rsidP="00A446C9">
      <w:pPr>
        <w:pStyle w:val="Heading1"/>
      </w:pPr>
      <w:r>
        <w:t>References</w:t>
      </w:r>
    </w:p>
    <w:p w:rsidR="00180DDA" w:rsidRDefault="00180DDA" w:rsidP="00180DDA">
      <w:pPr>
        <w:pStyle w:val="References"/>
      </w:pPr>
      <w:r>
        <w:t>Please add details</w:t>
      </w:r>
    </w:p>
    <w:p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nnex"/>
      </w:pPr>
      <w:r>
        <w:lastRenderedPageBreak/>
        <w:t>........</w:t>
      </w:r>
    </w:p>
    <w:p w:rsidR="000005D3" w:rsidRDefault="000005D3" w:rsidP="000005D3">
      <w:pPr>
        <w:pStyle w:val="AnnexHeading1"/>
      </w:pPr>
      <w:r>
        <w:t>Annex Heading 1</w:t>
      </w:r>
    </w:p>
    <w:p w:rsidR="004D1D85" w:rsidRDefault="004D1D85" w:rsidP="004D1D85">
      <w:pPr>
        <w:pStyle w:val="AnnexHeading2"/>
      </w:pPr>
      <w:r>
        <w:t>Annex heading 2</w:t>
      </w:r>
    </w:p>
    <w:p w:rsidR="004D1D85" w:rsidRPr="004D1D85" w:rsidRDefault="004D1D85" w:rsidP="004D1D85">
      <w:pPr>
        <w:pStyle w:val="AnnexHeading3"/>
      </w:pPr>
      <w:r>
        <w:t>Annex heading 3</w:t>
      </w: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ppendix"/>
      </w:pPr>
      <w:r>
        <w:lastRenderedPageBreak/>
        <w:t>........</w:t>
      </w:r>
    </w:p>
    <w:p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762" w:rsidRDefault="00360762" w:rsidP="00362CD9">
      <w:r>
        <w:separator/>
      </w:r>
    </w:p>
  </w:endnote>
  <w:endnote w:type="continuationSeparator" w:id="0">
    <w:p w:rsidR="00360762" w:rsidRDefault="0036076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6076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762" w:rsidRDefault="00360762" w:rsidP="00362CD9">
      <w:r>
        <w:separator/>
      </w:r>
    </w:p>
  </w:footnote>
  <w:footnote w:type="continuationSeparator" w:id="0">
    <w:p w:rsidR="00360762" w:rsidRDefault="0036076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CE52E3" w:rsidP="005E262D">
    <w:pPr>
      <w:pStyle w:val="Header"/>
      <w:jc w:val="right"/>
    </w:pPr>
    <w:r>
      <w:t>PAP</w:t>
    </w:r>
    <w:r w:rsidRPr="00360762">
      <w:t>2</w:t>
    </w:r>
    <w:r w:rsidR="00360762" w:rsidRPr="00360762">
      <w:t>5</w:t>
    </w:r>
    <w:r w:rsidR="00A0389B">
      <w:t>/</w:t>
    </w:r>
    <w:r w:rsidR="00AA2811" w:rsidRPr="00AA2811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62"/>
    <w:rsid w:val="000005D3"/>
    <w:rsid w:val="0004700E"/>
    <w:rsid w:val="0006526F"/>
    <w:rsid w:val="00070C13"/>
    <w:rsid w:val="00084F33"/>
    <w:rsid w:val="000A77A7"/>
    <w:rsid w:val="000C1B3E"/>
    <w:rsid w:val="00121551"/>
    <w:rsid w:val="001417C7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B226F2"/>
    <w:rsid w:val="00B274DF"/>
    <w:rsid w:val="00B356C1"/>
    <w:rsid w:val="00B56BDF"/>
    <w:rsid w:val="00B56C58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E52E3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912A6"/>
    <w:rsid w:val="00EA4844"/>
    <w:rsid w:val="00EA4D9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PAP%20input%20paper_Aug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 input paper_Aug11.dotx</Template>
  <TotalTime>1</TotalTime>
  <Pages>4</Pages>
  <Words>338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2012-12-20T12:18:00Z</dcterms:created>
  <dcterms:modified xsi:type="dcterms:W3CDTF">2012-12-20T12:19:00Z</dcterms:modified>
</cp:coreProperties>
</file>